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667" w:rsidRDefault="002A4667" w:rsidP="00EF281E">
      <w:pPr>
        <w:overflowPunct w:val="0"/>
        <w:autoSpaceDE w:val="0"/>
        <w:autoSpaceDN w:val="0"/>
        <w:adjustRightInd w:val="0"/>
        <w:ind w:left="8496"/>
        <w:jc w:val="left"/>
        <w:outlineLvl w:val="1"/>
        <w:rPr>
          <w:caps/>
          <w:lang w:eastAsia="ru-RU"/>
        </w:rPr>
      </w:pPr>
    </w:p>
    <w:p w:rsidR="002A4667" w:rsidRDefault="002A4667" w:rsidP="00EF281E">
      <w:pPr>
        <w:overflowPunct w:val="0"/>
        <w:autoSpaceDE w:val="0"/>
        <w:autoSpaceDN w:val="0"/>
        <w:adjustRightInd w:val="0"/>
        <w:ind w:left="8496"/>
        <w:jc w:val="left"/>
        <w:outlineLvl w:val="1"/>
        <w:rPr>
          <w:lang w:eastAsia="ru-RU"/>
        </w:rPr>
      </w:pPr>
      <w:r>
        <w:rPr>
          <w:caps/>
          <w:lang w:eastAsia="ru-RU"/>
        </w:rPr>
        <w:t xml:space="preserve">  </w:t>
      </w:r>
      <w:r w:rsidRPr="00650310">
        <w:rPr>
          <w:caps/>
          <w:lang w:eastAsia="ru-RU"/>
        </w:rPr>
        <w:t>Приложение</w:t>
      </w:r>
      <w:r w:rsidRPr="00650310">
        <w:rPr>
          <w:lang w:eastAsia="ru-RU"/>
        </w:rPr>
        <w:t xml:space="preserve"> № </w:t>
      </w:r>
      <w:r>
        <w:rPr>
          <w:lang w:eastAsia="ru-RU"/>
        </w:rPr>
        <w:t>3</w:t>
      </w:r>
    </w:p>
    <w:p w:rsidR="002A4667" w:rsidRDefault="002A4667" w:rsidP="009235AD">
      <w:pPr>
        <w:overflowPunct w:val="0"/>
        <w:autoSpaceDE w:val="0"/>
        <w:autoSpaceDN w:val="0"/>
        <w:adjustRightInd w:val="0"/>
        <w:ind w:left="8496"/>
        <w:jc w:val="left"/>
        <w:outlineLvl w:val="1"/>
        <w:rPr>
          <w:lang w:eastAsia="ru-RU"/>
        </w:rPr>
      </w:pPr>
      <w:r w:rsidRPr="00AB679C">
        <w:rPr>
          <w:lang w:eastAsia="ru-RU"/>
        </w:rPr>
        <w:t xml:space="preserve">к </w:t>
      </w:r>
      <w:r w:rsidRPr="00A82FD1">
        <w:t>муниципальн</w:t>
      </w:r>
      <w:r>
        <w:t>ой</w:t>
      </w:r>
      <w:r w:rsidRPr="00A82FD1">
        <w:t xml:space="preserve"> программ</w:t>
      </w:r>
      <w:r>
        <w:t>е</w:t>
      </w:r>
      <w:r w:rsidRPr="00A82FD1">
        <w:t xml:space="preserve"> </w:t>
      </w:r>
      <w:r>
        <w:rPr>
          <w:lang w:eastAsia="ru-RU"/>
        </w:rPr>
        <w:t>Бойкопонурского</w:t>
      </w:r>
      <w:r w:rsidRPr="009235AD">
        <w:rPr>
          <w:lang w:eastAsia="ru-RU"/>
        </w:rPr>
        <w:t>сельского поселения Калининского района  годы»</w:t>
      </w:r>
    </w:p>
    <w:p w:rsidR="002A4667" w:rsidRPr="009235AD" w:rsidRDefault="002A4667" w:rsidP="009235AD">
      <w:pPr>
        <w:overflowPunct w:val="0"/>
        <w:autoSpaceDE w:val="0"/>
        <w:autoSpaceDN w:val="0"/>
        <w:adjustRightInd w:val="0"/>
        <w:ind w:left="8496"/>
        <w:jc w:val="left"/>
        <w:outlineLvl w:val="1"/>
        <w:rPr>
          <w:lang w:eastAsia="ru-RU"/>
        </w:rPr>
      </w:pPr>
      <w:r>
        <w:rPr>
          <w:lang w:eastAsia="ru-RU"/>
        </w:rPr>
        <w:t>«Организация муниципального управления  на 2015-2017 годы»</w:t>
      </w:r>
    </w:p>
    <w:p w:rsidR="002A4667" w:rsidRPr="009235AD" w:rsidRDefault="002A4667" w:rsidP="003C7704">
      <w:pPr>
        <w:autoSpaceDE w:val="0"/>
        <w:autoSpaceDN w:val="0"/>
        <w:adjustRightInd w:val="0"/>
        <w:outlineLvl w:val="2"/>
        <w:rPr>
          <w:lang w:eastAsia="ru-RU"/>
        </w:rPr>
      </w:pPr>
    </w:p>
    <w:p w:rsidR="002A4667" w:rsidRDefault="002A4667" w:rsidP="003C7704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2A4667" w:rsidRDefault="002A4667" w:rsidP="003C7704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2A4667" w:rsidRDefault="002A4667" w:rsidP="00230CB3">
      <w:pPr>
        <w:jc w:val="center"/>
        <w:rPr>
          <w:b/>
          <w:bCs/>
          <w:color w:val="2D2D2D"/>
          <w:shd w:val="clear" w:color="auto" w:fill="FFFFFF"/>
        </w:rPr>
      </w:pPr>
      <w:r w:rsidRPr="00283630">
        <w:rPr>
          <w:b/>
          <w:bCs/>
          <w:color w:val="2D2D2D"/>
          <w:shd w:val="clear" w:color="auto" w:fill="FFFFFF"/>
        </w:rPr>
        <w:t>ПЕРЕЧЕНЬ ОСНОВНЫХ МЕРОПРИЯТИЙ</w:t>
      </w:r>
    </w:p>
    <w:p w:rsidR="002A4667" w:rsidRDefault="002A4667" w:rsidP="00230CB3">
      <w:pPr>
        <w:jc w:val="center"/>
        <w:rPr>
          <w:b/>
          <w:bCs/>
          <w:color w:val="2D2D2D"/>
          <w:shd w:val="clear" w:color="auto" w:fill="FFFFFF"/>
        </w:rPr>
      </w:pPr>
      <w:r w:rsidRPr="00283630">
        <w:rPr>
          <w:b/>
          <w:bCs/>
          <w:color w:val="2D2D2D"/>
          <w:shd w:val="clear" w:color="auto" w:fill="FFFFFF"/>
        </w:rPr>
        <w:t xml:space="preserve"> </w:t>
      </w:r>
      <w:r>
        <w:rPr>
          <w:b/>
          <w:bCs/>
          <w:color w:val="2D2D2D"/>
          <w:shd w:val="clear" w:color="auto" w:fill="FFFFFF"/>
        </w:rPr>
        <w:t>МУНИЦИПАЛЬ</w:t>
      </w:r>
      <w:r w:rsidRPr="00283630">
        <w:rPr>
          <w:b/>
          <w:bCs/>
          <w:color w:val="2D2D2D"/>
          <w:shd w:val="clear" w:color="auto" w:fill="FFFFFF"/>
        </w:rPr>
        <w:t>НОЙ ПРОГРАММЫ</w:t>
      </w:r>
      <w:r>
        <w:rPr>
          <w:b/>
          <w:bCs/>
          <w:color w:val="2D2D2D"/>
          <w:shd w:val="clear" w:color="auto" w:fill="FFFFFF"/>
        </w:rPr>
        <w:t xml:space="preserve"> </w:t>
      </w:r>
    </w:p>
    <w:p w:rsidR="002A4667" w:rsidRDefault="002A4667" w:rsidP="00034C8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color w:val="2D2D2D"/>
          <w:shd w:val="clear" w:color="auto" w:fill="FFFFFF"/>
        </w:rPr>
        <w:t xml:space="preserve">Бойкопонурского сельского поселения Калининского района </w:t>
      </w:r>
      <w:r>
        <w:rPr>
          <w:b/>
          <w:bCs/>
          <w:lang w:eastAsia="ru-RU"/>
        </w:rPr>
        <w:t>«</w:t>
      </w:r>
      <w:r>
        <w:rPr>
          <w:b/>
          <w:bCs/>
        </w:rPr>
        <w:t>Организация муниципального</w:t>
      </w:r>
    </w:p>
    <w:p w:rsidR="002A4667" w:rsidRDefault="002A4667" w:rsidP="00034C8B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</w:rPr>
        <w:t xml:space="preserve"> управления </w:t>
      </w:r>
      <w:r>
        <w:rPr>
          <w:b/>
          <w:bCs/>
          <w:lang w:eastAsia="ru-RU"/>
        </w:rPr>
        <w:t>на 2015 – 2017 годы»</w:t>
      </w:r>
    </w:p>
    <w:p w:rsidR="002A4667" w:rsidRDefault="002A4667" w:rsidP="00034C8B">
      <w:pPr>
        <w:jc w:val="center"/>
        <w:rPr>
          <w:b/>
          <w:bCs/>
          <w:color w:val="2D2D2D"/>
          <w:shd w:val="clear" w:color="auto" w:fill="FFFFFF"/>
        </w:rPr>
      </w:pPr>
    </w:p>
    <w:p w:rsidR="002A4667" w:rsidRDefault="002A4667" w:rsidP="009235AD">
      <w:pPr>
        <w:jc w:val="center"/>
        <w:rPr>
          <w:b/>
          <w:bCs/>
          <w:color w:val="2D2D2D"/>
          <w:shd w:val="clear" w:color="auto" w:fill="FFFFFF"/>
        </w:rPr>
      </w:pPr>
    </w:p>
    <w:tbl>
      <w:tblPr>
        <w:tblW w:w="143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6"/>
        <w:gridCol w:w="2268"/>
        <w:gridCol w:w="1560"/>
        <w:gridCol w:w="1134"/>
        <w:gridCol w:w="1134"/>
        <w:gridCol w:w="1134"/>
        <w:gridCol w:w="898"/>
        <w:gridCol w:w="1795"/>
        <w:gridCol w:w="2269"/>
      </w:tblGrid>
      <w:tr w:rsidR="002A4667" w:rsidRPr="00EA43EA">
        <w:trPr>
          <w:trHeight w:val="518"/>
        </w:trPr>
        <w:tc>
          <w:tcPr>
            <w:tcW w:w="2126" w:type="dxa"/>
            <w:vMerge w:val="restart"/>
            <w:vAlign w:val="center"/>
          </w:tcPr>
          <w:p w:rsidR="002A4667" w:rsidRPr="00EA43EA" w:rsidRDefault="002A4667" w:rsidP="006B126D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EA43EA">
              <w:rPr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2A4667" w:rsidRPr="00EA43EA" w:rsidRDefault="002A4667" w:rsidP="006B126D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EA43EA">
              <w:rPr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  <w:vAlign w:val="center"/>
          </w:tcPr>
          <w:p w:rsidR="002A4667" w:rsidRPr="00EA43EA" w:rsidRDefault="002A4667" w:rsidP="006B126D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color w:val="2D2D2D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2A4667" w:rsidRPr="00EA43EA" w:rsidRDefault="002A4667" w:rsidP="006B126D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2A4667" w:rsidRPr="00EA43EA" w:rsidRDefault="002A4667" w:rsidP="006B126D">
            <w:pPr>
              <w:spacing w:line="216" w:lineRule="auto"/>
              <w:ind w:left="-113" w:right="-57"/>
              <w:jc w:val="center"/>
              <w:rPr>
                <w:sz w:val="24"/>
                <w:szCs w:val="24"/>
              </w:rPr>
            </w:pPr>
            <w:r w:rsidRPr="00EA43EA">
              <w:rPr>
                <w:color w:val="2D2D2D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4300" w:type="dxa"/>
            <w:gridSpan w:val="4"/>
            <w:vAlign w:val="center"/>
          </w:tcPr>
          <w:p w:rsidR="002A4667" w:rsidRPr="00EA43EA" w:rsidRDefault="002A4667" w:rsidP="006B126D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795" w:type="dxa"/>
            <w:vMerge w:val="restart"/>
            <w:vAlign w:val="center"/>
          </w:tcPr>
          <w:p w:rsidR="002A4667" w:rsidRPr="00EA43EA" w:rsidRDefault="002A4667" w:rsidP="006B126D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color w:val="2D2D2D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2A4667" w:rsidRPr="00EA43EA" w:rsidRDefault="002A4667" w:rsidP="006B126D">
            <w:pPr>
              <w:spacing w:line="216" w:lineRule="auto"/>
              <w:ind w:left="-113"/>
              <w:jc w:val="center"/>
              <w:rPr>
                <w:sz w:val="24"/>
                <w:szCs w:val="24"/>
              </w:rPr>
            </w:pPr>
            <w:r w:rsidRPr="00EA43EA">
              <w:rPr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269" w:type="dxa"/>
            <w:vMerge w:val="restart"/>
            <w:vAlign w:val="center"/>
          </w:tcPr>
          <w:p w:rsidR="002A4667" w:rsidRPr="00EA43EA" w:rsidRDefault="002A4667" w:rsidP="006B126D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DD468D">
              <w:rPr>
                <w:i/>
                <w:iCs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2A4667" w:rsidRPr="00EA43EA">
        <w:tc>
          <w:tcPr>
            <w:tcW w:w="2126" w:type="dxa"/>
            <w:vMerge/>
          </w:tcPr>
          <w:p w:rsidR="002A4667" w:rsidRPr="00EA43EA" w:rsidRDefault="002A4667" w:rsidP="006B126D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A4667" w:rsidRPr="00EA43EA" w:rsidRDefault="002A4667" w:rsidP="006B126D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A4667" w:rsidRPr="00EA43EA" w:rsidRDefault="002A4667" w:rsidP="006B126D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2A4667" w:rsidRPr="00EA43EA" w:rsidRDefault="002A4667" w:rsidP="0043080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</w:t>
            </w:r>
          </w:p>
        </w:tc>
        <w:tc>
          <w:tcPr>
            <w:tcW w:w="898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EA43EA">
              <w:rPr>
                <w:sz w:val="24"/>
                <w:szCs w:val="24"/>
                <w:lang w:val="en-US"/>
              </w:rPr>
              <w:t>N</w:t>
            </w:r>
            <w:r w:rsidRPr="00EA43EA">
              <w:rPr>
                <w:sz w:val="24"/>
                <w:szCs w:val="24"/>
              </w:rPr>
              <w:t xml:space="preserve"> год реали-зации</w:t>
            </w:r>
          </w:p>
        </w:tc>
        <w:tc>
          <w:tcPr>
            <w:tcW w:w="1795" w:type="dxa"/>
            <w:vMerge/>
          </w:tcPr>
          <w:p w:rsidR="002A4667" w:rsidRPr="00EA43EA" w:rsidRDefault="002A4667" w:rsidP="006B126D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2A4667" w:rsidRPr="00EA43EA" w:rsidRDefault="002A4667" w:rsidP="006B126D">
            <w:pPr>
              <w:spacing w:line="216" w:lineRule="auto"/>
              <w:rPr>
                <w:sz w:val="24"/>
                <w:szCs w:val="24"/>
              </w:rPr>
            </w:pPr>
          </w:p>
        </w:tc>
      </w:tr>
      <w:tr w:rsidR="002A4667" w:rsidRPr="00EA43EA">
        <w:tc>
          <w:tcPr>
            <w:tcW w:w="2126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8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95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9" w:type="dxa"/>
            <w:vAlign w:val="center"/>
          </w:tcPr>
          <w:p w:rsidR="002A4667" w:rsidRPr="00EA43EA" w:rsidRDefault="002A4667" w:rsidP="006B126D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2A4667" w:rsidRDefault="002A4667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2A4667" w:rsidRDefault="002A4667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2A4667" w:rsidRDefault="002A4667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2A4667" w:rsidRDefault="002A4667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2A4667" w:rsidRDefault="002A4667" w:rsidP="00CE67BE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tbl>
      <w:tblPr>
        <w:tblW w:w="143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126"/>
        <w:gridCol w:w="1559"/>
        <w:gridCol w:w="1134"/>
        <w:gridCol w:w="1134"/>
        <w:gridCol w:w="1134"/>
        <w:gridCol w:w="851"/>
        <w:gridCol w:w="1843"/>
        <w:gridCol w:w="2268"/>
      </w:tblGrid>
      <w:tr w:rsidR="002A4667">
        <w:tc>
          <w:tcPr>
            <w:tcW w:w="2269" w:type="dxa"/>
          </w:tcPr>
          <w:p w:rsidR="002A4667" w:rsidRPr="008D246C" w:rsidRDefault="002A4667" w:rsidP="00CE67BE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2A4667">
        <w:tc>
          <w:tcPr>
            <w:tcW w:w="2269" w:type="dxa"/>
            <w:vMerge w:val="restart"/>
          </w:tcPr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№1 </w:t>
            </w:r>
            <w:r w:rsidRPr="008D246C">
              <w:rPr>
                <w:sz w:val="24"/>
                <w:szCs w:val="24"/>
              </w:rPr>
              <w:t xml:space="preserve"> «Обеспечение деятельности высшего должностного лица </w:t>
            </w:r>
            <w:r>
              <w:rPr>
                <w:sz w:val="24"/>
                <w:szCs w:val="24"/>
                <w:lang w:eastAsia="ru-RU"/>
              </w:rPr>
              <w:t xml:space="preserve">Бойкопонурского </w:t>
            </w:r>
            <w:r w:rsidRPr="009235AD">
              <w:rPr>
                <w:sz w:val="24"/>
                <w:szCs w:val="24"/>
                <w:lang w:eastAsia="ru-RU"/>
              </w:rPr>
              <w:t>сельского поселения Калининского района</w:t>
            </w:r>
            <w:r w:rsidRPr="008D24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2015-2017</w:t>
            </w:r>
            <w:r w:rsidRPr="008D246C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2126" w:type="dxa"/>
          </w:tcPr>
          <w:p w:rsidR="002A4667" w:rsidRPr="008D246C" w:rsidRDefault="002A4667" w:rsidP="008D246C">
            <w:pPr>
              <w:spacing w:line="216" w:lineRule="auto"/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Всего</w:t>
            </w:r>
          </w:p>
          <w:p w:rsidR="002A4667" w:rsidRPr="008D246C" w:rsidRDefault="002A4667" w:rsidP="008D246C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A203AC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851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  <w:r w:rsidRPr="008D246C">
              <w:rPr>
                <w:sz w:val="22"/>
                <w:szCs w:val="22"/>
              </w:rPr>
              <w:t>Мероприятие должно оцениваться по степени освоения финансовых средств, выделенных на него в определенный год</w:t>
            </w:r>
          </w:p>
        </w:tc>
        <w:tc>
          <w:tcPr>
            <w:tcW w:w="2268" w:type="dxa"/>
            <w:vMerge w:val="restart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  <w:r w:rsidRPr="008D246C">
              <w:rPr>
                <w:sz w:val="22"/>
                <w:szCs w:val="22"/>
              </w:rPr>
              <w:t>Администрация</w:t>
            </w: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местный бюджет</w:t>
            </w:r>
          </w:p>
          <w:p w:rsidR="002A4667" w:rsidRPr="008D246C" w:rsidRDefault="002A4667" w:rsidP="00210D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A203AC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851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краевой бюджет</w:t>
            </w:r>
          </w:p>
          <w:p w:rsidR="002A4667" w:rsidRPr="008D246C" w:rsidRDefault="002A4667" w:rsidP="00210D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A203AC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A4667" w:rsidRPr="006A0EB6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</w:tr>
      <w:tr w:rsidR="002A4667">
        <w:trPr>
          <w:trHeight w:val="562"/>
        </w:trPr>
        <w:tc>
          <w:tcPr>
            <w:tcW w:w="2269" w:type="dxa"/>
            <w:vMerge/>
          </w:tcPr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A203AC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A4667" w:rsidRPr="006A0EB6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</w:tr>
      <w:tr w:rsidR="002A4667">
        <w:tc>
          <w:tcPr>
            <w:tcW w:w="2269" w:type="dxa"/>
          </w:tcPr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2A4667" w:rsidRPr="008D246C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A4667" w:rsidRPr="008D246C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2A4667" w:rsidRPr="008D246C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2A4667" w:rsidRPr="008D246C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2A4667">
        <w:tc>
          <w:tcPr>
            <w:tcW w:w="2269" w:type="dxa"/>
            <w:vMerge w:val="restart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color w:val="FF0000"/>
                <w:lang w:eastAsia="ru-RU"/>
              </w:rPr>
            </w:pPr>
            <w:r>
              <w:rPr>
                <w:sz w:val="24"/>
                <w:szCs w:val="24"/>
              </w:rPr>
              <w:t>Основное мероприятие №2</w:t>
            </w:r>
            <w:r w:rsidRPr="008D246C">
              <w:rPr>
                <w:sz w:val="24"/>
                <w:szCs w:val="24"/>
              </w:rPr>
              <w:t xml:space="preserve"> «Обеспечение выполнения функций аппарата администрации </w:t>
            </w:r>
            <w:r>
              <w:rPr>
                <w:sz w:val="24"/>
                <w:szCs w:val="24"/>
                <w:lang w:eastAsia="ru-RU"/>
              </w:rPr>
              <w:t>Бойкопонурского</w:t>
            </w:r>
            <w:r w:rsidRPr="009235AD">
              <w:rPr>
                <w:sz w:val="24"/>
                <w:szCs w:val="24"/>
                <w:lang w:eastAsia="ru-RU"/>
              </w:rPr>
              <w:t xml:space="preserve"> сельского поселения Калининского района</w:t>
            </w:r>
            <w:r w:rsidRPr="008D24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2015-2017</w:t>
            </w:r>
            <w:r w:rsidRPr="008D246C">
              <w:rPr>
                <w:sz w:val="24"/>
                <w:szCs w:val="24"/>
              </w:rPr>
              <w:t>годы»</w:t>
            </w:r>
          </w:p>
        </w:tc>
        <w:tc>
          <w:tcPr>
            <w:tcW w:w="2126" w:type="dxa"/>
          </w:tcPr>
          <w:p w:rsidR="002A4667" w:rsidRPr="008D246C" w:rsidRDefault="002A4667" w:rsidP="008D246C">
            <w:pPr>
              <w:spacing w:line="216" w:lineRule="auto"/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Всего</w:t>
            </w:r>
          </w:p>
          <w:p w:rsidR="002A4667" w:rsidRPr="008D246C" w:rsidRDefault="002A4667" w:rsidP="008D246C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930AD1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10250</w:t>
            </w: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3380</w:t>
            </w: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3420</w:t>
            </w: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3450</w:t>
            </w:r>
          </w:p>
        </w:tc>
        <w:tc>
          <w:tcPr>
            <w:tcW w:w="851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  <w:r w:rsidRPr="008D246C">
              <w:rPr>
                <w:sz w:val="22"/>
                <w:szCs w:val="22"/>
              </w:rPr>
              <w:t>Мероприятие должно оцениваться по степени освоения финансовых средств, выделенных на него в определенный год</w:t>
            </w:r>
          </w:p>
        </w:tc>
        <w:tc>
          <w:tcPr>
            <w:tcW w:w="2268" w:type="dxa"/>
            <w:vMerge w:val="restart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  <w:r w:rsidRPr="008D246C">
              <w:rPr>
                <w:sz w:val="22"/>
                <w:szCs w:val="22"/>
              </w:rPr>
              <w:t>Администрация</w:t>
            </w:r>
          </w:p>
        </w:tc>
      </w:tr>
      <w:tr w:rsidR="002A4667">
        <w:trPr>
          <w:trHeight w:val="679"/>
        </w:trPr>
        <w:tc>
          <w:tcPr>
            <w:tcW w:w="2269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местный бюджет</w:t>
            </w:r>
          </w:p>
          <w:p w:rsidR="002A4667" w:rsidRPr="008D246C" w:rsidRDefault="002A4667" w:rsidP="00210D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AA1433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10238,2</w:t>
            </w: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3376,2</w:t>
            </w: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3416</w:t>
            </w: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3446</w:t>
            </w:r>
          </w:p>
        </w:tc>
        <w:tc>
          <w:tcPr>
            <w:tcW w:w="851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</w:tr>
      <w:tr w:rsidR="002A4667">
        <w:trPr>
          <w:trHeight w:val="1569"/>
        </w:trPr>
        <w:tc>
          <w:tcPr>
            <w:tcW w:w="2269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краевой бюджет</w:t>
            </w:r>
          </w:p>
          <w:p w:rsidR="002A4667" w:rsidRPr="008D246C" w:rsidRDefault="002A4667" w:rsidP="00210D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AA1433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 w:rsidRPr="00AA1433">
              <w:rPr>
                <w:sz w:val="20"/>
                <w:szCs w:val="20"/>
                <w:lang w:eastAsia="ru-RU"/>
              </w:rPr>
              <w:t>11,</w:t>
            </w: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3</w:t>
            </w:r>
            <w:r w:rsidRPr="00AA1433">
              <w:rPr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2A4667" w:rsidRPr="006A0EB6" w:rsidRDefault="002A4667" w:rsidP="002541CE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2A4667" w:rsidRPr="006A0EB6" w:rsidRDefault="002A4667" w:rsidP="008125CF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</w:tr>
      <w:tr w:rsidR="002A4667">
        <w:tc>
          <w:tcPr>
            <w:tcW w:w="226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2A4667">
        <w:tc>
          <w:tcPr>
            <w:tcW w:w="2269" w:type="dxa"/>
            <w:vMerge w:val="restart"/>
          </w:tcPr>
          <w:p w:rsidR="002A4667" w:rsidRPr="008D246C" w:rsidRDefault="002A4667" w:rsidP="00495AB0">
            <w:pPr>
              <w:autoSpaceDE w:val="0"/>
              <w:autoSpaceDN w:val="0"/>
              <w:adjustRightInd w:val="0"/>
              <w:jc w:val="lef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№2.1 «Расходы на обеспечение функций органов местного самоуправления</w:t>
            </w:r>
          </w:p>
        </w:tc>
        <w:tc>
          <w:tcPr>
            <w:tcW w:w="2126" w:type="dxa"/>
          </w:tcPr>
          <w:p w:rsidR="002A4667" w:rsidRPr="008D246C" w:rsidRDefault="002A4667" w:rsidP="002868B0">
            <w:pPr>
              <w:spacing w:line="216" w:lineRule="auto"/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Всего</w:t>
            </w:r>
          </w:p>
          <w:p w:rsidR="002A4667" w:rsidRPr="008D246C" w:rsidRDefault="002A4667" w:rsidP="002868B0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10238,2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3376,2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3416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3446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Pr="008D246C" w:rsidRDefault="002A4667" w:rsidP="002868B0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местный бюджет</w:t>
            </w:r>
          </w:p>
          <w:p w:rsidR="002A4667" w:rsidRPr="008D246C" w:rsidRDefault="002A4667" w:rsidP="002868B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8D246C" w:rsidRDefault="002A4667" w:rsidP="006B7992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10238,2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3376,2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3416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3446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Pr="008D246C" w:rsidRDefault="002A4667" w:rsidP="002868B0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краевой бюджет</w:t>
            </w:r>
          </w:p>
          <w:p w:rsidR="002A4667" w:rsidRPr="008D246C" w:rsidRDefault="002A4667" w:rsidP="002868B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2A4667">
        <w:tc>
          <w:tcPr>
            <w:tcW w:w="2269" w:type="dxa"/>
            <w:vMerge w:val="restart"/>
          </w:tcPr>
          <w:p w:rsidR="002A4667" w:rsidRDefault="002A4667" w:rsidP="00495AB0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№2.2 «Мероприятия по созданию и организации  деятельности административных </w:t>
            </w:r>
          </w:p>
          <w:p w:rsidR="002A4667" w:rsidRDefault="002A4667" w:rsidP="00495AB0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Комиссий»</w:t>
            </w:r>
          </w:p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Pr="008D246C" w:rsidRDefault="002A4667" w:rsidP="002868B0">
            <w:pPr>
              <w:spacing w:line="216" w:lineRule="auto"/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Всего</w:t>
            </w:r>
          </w:p>
          <w:p w:rsidR="002A4667" w:rsidRPr="008D246C" w:rsidRDefault="002A4667" w:rsidP="002868B0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Pr="008D246C" w:rsidRDefault="002A4667" w:rsidP="002868B0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местный бюджет</w:t>
            </w:r>
          </w:p>
          <w:p w:rsidR="002A4667" w:rsidRPr="008D246C" w:rsidRDefault="002A4667" w:rsidP="002868B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Pr="008D246C" w:rsidRDefault="002A4667" w:rsidP="002868B0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краевой бюджет</w:t>
            </w:r>
          </w:p>
          <w:p w:rsidR="002A4667" w:rsidRPr="008D246C" w:rsidRDefault="002A4667" w:rsidP="002868B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2A4667">
        <w:tc>
          <w:tcPr>
            <w:tcW w:w="2269" w:type="dxa"/>
            <w:vMerge w:val="restart"/>
          </w:tcPr>
          <w:p w:rsidR="002A4667" w:rsidRPr="008D246C" w:rsidRDefault="002A4667" w:rsidP="00413FE7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№3 «Мероприятия по другим общегосударственным вопросам</w:t>
            </w:r>
            <w:r w:rsidRPr="008D246C">
              <w:rPr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  <w:lang w:eastAsia="ru-RU"/>
              </w:rPr>
              <w:t xml:space="preserve">Бойкопонурского </w:t>
            </w:r>
            <w:r w:rsidRPr="009235AD">
              <w:rPr>
                <w:sz w:val="24"/>
                <w:szCs w:val="24"/>
                <w:lang w:eastAsia="ru-RU"/>
              </w:rPr>
              <w:t>сельского поселения Калининского района</w:t>
            </w:r>
            <w:r w:rsidRPr="008D24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2015-2017</w:t>
            </w:r>
            <w:r w:rsidRPr="008D246C">
              <w:rPr>
                <w:sz w:val="24"/>
                <w:szCs w:val="24"/>
              </w:rPr>
              <w:t>годы»</w:t>
            </w:r>
          </w:p>
        </w:tc>
        <w:tc>
          <w:tcPr>
            <w:tcW w:w="2126" w:type="dxa"/>
          </w:tcPr>
          <w:p w:rsidR="002A4667" w:rsidRPr="008D246C" w:rsidRDefault="002A4667" w:rsidP="008D246C">
            <w:pPr>
              <w:spacing w:line="216" w:lineRule="auto"/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Всего</w:t>
            </w:r>
          </w:p>
          <w:p w:rsidR="002A4667" w:rsidRPr="008D246C" w:rsidRDefault="002A4667" w:rsidP="008D246C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930AD1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2370</w:t>
            </w:r>
          </w:p>
        </w:tc>
        <w:tc>
          <w:tcPr>
            <w:tcW w:w="1134" w:type="dxa"/>
          </w:tcPr>
          <w:p w:rsidR="002A4667" w:rsidRPr="00930AD1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134" w:type="dxa"/>
          </w:tcPr>
          <w:p w:rsidR="002A4667" w:rsidRPr="00930AD1" w:rsidRDefault="002A4667" w:rsidP="007E3E70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134" w:type="dxa"/>
          </w:tcPr>
          <w:p w:rsidR="002A4667" w:rsidRPr="00930AD1" w:rsidRDefault="002A4667" w:rsidP="007E3E70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51" w:type="dxa"/>
          </w:tcPr>
          <w:p w:rsidR="002A4667" w:rsidRPr="00930AD1" w:rsidRDefault="002A4667" w:rsidP="007E3E70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  <w:r w:rsidRPr="008D246C">
              <w:rPr>
                <w:sz w:val="22"/>
                <w:szCs w:val="22"/>
              </w:rPr>
              <w:t>Мероприятие должно оцениваться по степени освоения финансовых средств, выделенных на него в определенный год</w:t>
            </w:r>
          </w:p>
        </w:tc>
        <w:tc>
          <w:tcPr>
            <w:tcW w:w="2268" w:type="dxa"/>
            <w:vMerge w:val="restart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  <w:r w:rsidRPr="008D246C">
              <w:rPr>
                <w:sz w:val="22"/>
                <w:szCs w:val="22"/>
              </w:rPr>
              <w:t>Администрация</w:t>
            </w: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местный бюджет</w:t>
            </w:r>
          </w:p>
          <w:p w:rsidR="002A4667" w:rsidRPr="008D246C" w:rsidRDefault="002A4667" w:rsidP="00210D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930AD1" w:rsidRDefault="002A4667" w:rsidP="008125CF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2370</w:t>
            </w:r>
          </w:p>
        </w:tc>
        <w:tc>
          <w:tcPr>
            <w:tcW w:w="1134" w:type="dxa"/>
          </w:tcPr>
          <w:p w:rsidR="002A4667" w:rsidRPr="00930AD1" w:rsidRDefault="002A4667" w:rsidP="008125CF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134" w:type="dxa"/>
          </w:tcPr>
          <w:p w:rsidR="002A4667" w:rsidRPr="00930AD1" w:rsidRDefault="002A4667" w:rsidP="007E3E70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134" w:type="dxa"/>
          </w:tcPr>
          <w:p w:rsidR="002A4667" w:rsidRPr="00930AD1" w:rsidRDefault="002A4667" w:rsidP="007E3E70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51" w:type="dxa"/>
          </w:tcPr>
          <w:p w:rsidR="002A4667" w:rsidRPr="00930AD1" w:rsidRDefault="002A4667" w:rsidP="007E3E70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краевой бюджет</w:t>
            </w:r>
          </w:p>
          <w:p w:rsidR="002A4667" w:rsidRPr="008D246C" w:rsidRDefault="002A4667" w:rsidP="00210D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930AD1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sz w:val="20"/>
                <w:szCs w:val="20"/>
                <w:lang w:eastAsia="ru-RU"/>
              </w:rPr>
            </w:pPr>
            <w:r w:rsidRPr="00930AD1">
              <w:rPr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2A4667" w:rsidRPr="00930AD1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2A4667" w:rsidRPr="00930AD1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2A4667" w:rsidRPr="00930AD1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2A4667" w:rsidRPr="00930AD1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</w:tr>
      <w:tr w:rsidR="002A4667">
        <w:tc>
          <w:tcPr>
            <w:tcW w:w="2269" w:type="dxa"/>
          </w:tcPr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2A4667">
        <w:tc>
          <w:tcPr>
            <w:tcW w:w="2269" w:type="dxa"/>
            <w:vMerge w:val="restart"/>
          </w:tcPr>
          <w:p w:rsidR="002A4667" w:rsidRPr="008D246C" w:rsidRDefault="002A4667" w:rsidP="008B03A7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 3.1 «Выполнение функций территориальных органов местного самоуправления»</w:t>
            </w:r>
          </w:p>
          <w:p w:rsidR="002A4667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2868B0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2868B0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2868B0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</w:tcPr>
          <w:p w:rsidR="002A4667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2A4667">
        <w:tc>
          <w:tcPr>
            <w:tcW w:w="2269" w:type="dxa"/>
            <w:vMerge w:val="restart"/>
          </w:tcPr>
          <w:p w:rsidR="002A4667" w:rsidRDefault="002A4667" w:rsidP="00117C7E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 3.2 «Выполнение функций территориальных органов местного самоуправления</w:t>
            </w:r>
          </w:p>
          <w:p w:rsidR="002A4667" w:rsidRPr="008D246C" w:rsidRDefault="002A4667" w:rsidP="00117C7E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(похозяйственный учет)»</w:t>
            </w:r>
          </w:p>
          <w:p w:rsidR="002A4667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2868B0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2868B0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2868B0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59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</w:tcPr>
          <w:p w:rsidR="002A4667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2A4667">
        <w:tc>
          <w:tcPr>
            <w:tcW w:w="2269" w:type="dxa"/>
            <w:vMerge w:val="restart"/>
          </w:tcPr>
          <w:p w:rsidR="002A4667" w:rsidRDefault="002A4667" w:rsidP="00495AB0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№3.3 «Мероприятия в области управления имуществом»</w:t>
            </w:r>
          </w:p>
        </w:tc>
        <w:tc>
          <w:tcPr>
            <w:tcW w:w="2126" w:type="dxa"/>
          </w:tcPr>
          <w:p w:rsidR="002A4667" w:rsidRPr="008D246C" w:rsidRDefault="002A4667" w:rsidP="002868B0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2A4667" w:rsidRPr="008D246C" w:rsidRDefault="002A4667" w:rsidP="0013466E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30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2868B0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2868B0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</w:tcPr>
          <w:p w:rsidR="002A4667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2A4667">
        <w:tc>
          <w:tcPr>
            <w:tcW w:w="2269" w:type="dxa"/>
            <w:vMerge w:val="restart"/>
          </w:tcPr>
          <w:p w:rsidR="002A4667" w:rsidRPr="008D246C" w:rsidRDefault="002A4667" w:rsidP="002868B0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 3.4 «О</w:t>
            </w:r>
            <w:r w:rsidRPr="008D246C">
              <w:rPr>
                <w:sz w:val="24"/>
                <w:szCs w:val="24"/>
              </w:rPr>
              <w:t xml:space="preserve">беспечение деятельности администрации </w:t>
            </w:r>
            <w:r>
              <w:rPr>
                <w:sz w:val="24"/>
                <w:szCs w:val="24"/>
                <w:lang w:eastAsia="ru-RU"/>
              </w:rPr>
              <w:t>Бойкопонурского</w:t>
            </w:r>
            <w:r w:rsidRPr="009235AD">
              <w:rPr>
                <w:sz w:val="24"/>
                <w:szCs w:val="24"/>
                <w:lang w:eastAsia="ru-RU"/>
              </w:rPr>
              <w:t xml:space="preserve"> сельского поселения Калининского района</w:t>
            </w:r>
            <w:r w:rsidRPr="008D246C">
              <w:rPr>
                <w:sz w:val="24"/>
                <w:szCs w:val="24"/>
              </w:rPr>
              <w:t xml:space="preserve"> по укреплению материально-технической баз</w:t>
            </w:r>
            <w:r>
              <w:rPr>
                <w:sz w:val="24"/>
                <w:szCs w:val="24"/>
              </w:rPr>
              <w:t>ы и прочим расходам на 2015-2017</w:t>
            </w:r>
            <w:r w:rsidRPr="008D246C"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2A4667" w:rsidRPr="008D246C" w:rsidRDefault="002A4667" w:rsidP="002868B0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</w:tcPr>
          <w:p w:rsidR="002A4667" w:rsidRPr="008D246C" w:rsidRDefault="002A4667" w:rsidP="006A5913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2868B0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2868B0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2868B0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2868B0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</w:tcPr>
          <w:p w:rsidR="002A4667" w:rsidRPr="008D246C" w:rsidRDefault="002A4667" w:rsidP="002868B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2A4667">
        <w:tc>
          <w:tcPr>
            <w:tcW w:w="2269" w:type="dxa"/>
            <w:vMerge w:val="restart"/>
          </w:tcPr>
          <w:p w:rsidR="002A4667" w:rsidRPr="008D246C" w:rsidRDefault="002A4667" w:rsidP="00C22620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4 «Обеспечение деятельности представительного органа власти Бойкопонурское сельского поселения»</w:t>
            </w:r>
          </w:p>
        </w:tc>
        <w:tc>
          <w:tcPr>
            <w:tcW w:w="2126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2"/>
                <w:szCs w:val="22"/>
              </w:rPr>
              <w:t>Мероприятие должно оцениваться по степени освоения финансовых средств, выделенных на него в определенный год</w:t>
            </w:r>
          </w:p>
        </w:tc>
        <w:tc>
          <w:tcPr>
            <w:tcW w:w="2268" w:type="dxa"/>
            <w:vMerge w:val="restart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2"/>
                <w:szCs w:val="22"/>
              </w:rPr>
              <w:t>Администрация</w:t>
            </w: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C22620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rPr>
          <w:trHeight w:val="2266"/>
        </w:trPr>
        <w:tc>
          <w:tcPr>
            <w:tcW w:w="2269" w:type="dxa"/>
            <w:vMerge/>
          </w:tcPr>
          <w:p w:rsidR="002A4667" w:rsidRPr="008D246C" w:rsidRDefault="002A4667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 w:val="restart"/>
          </w:tcPr>
          <w:p w:rsidR="002A4667" w:rsidRPr="008D246C" w:rsidRDefault="002A4667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5 «Обеспечение деятельности контрольно-счетной палаты администрации Бойкопонурское сельского поселения»</w:t>
            </w:r>
          </w:p>
        </w:tc>
        <w:tc>
          <w:tcPr>
            <w:tcW w:w="2126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2"/>
                <w:szCs w:val="22"/>
              </w:rPr>
              <w:t>Мероприятие должно оцениваться по степени освоения финансовых средств, выделенных на него в определенный год</w:t>
            </w: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Default="002A4667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2"/>
                <w:szCs w:val="22"/>
              </w:rPr>
              <w:t>Администрация</w:t>
            </w:r>
          </w:p>
        </w:tc>
      </w:tr>
      <w:tr w:rsidR="002A4667">
        <w:tc>
          <w:tcPr>
            <w:tcW w:w="2269" w:type="dxa"/>
            <w:vMerge/>
          </w:tcPr>
          <w:p w:rsidR="002A4667" w:rsidRDefault="002A4667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 w:val="restart"/>
          </w:tcPr>
          <w:p w:rsidR="002A4667" w:rsidRDefault="002A4667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меропритяие № 6 «Финансовое обеспечение непредвиденных расходов»</w:t>
            </w:r>
          </w:p>
        </w:tc>
        <w:tc>
          <w:tcPr>
            <w:tcW w:w="2126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2"/>
                <w:szCs w:val="22"/>
              </w:rPr>
              <w:t>Мероприятие должно оцениваться по степени освоения финансовых средств, выделенных на него в определенный год</w:t>
            </w: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Default="002A4667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2"/>
                <w:szCs w:val="22"/>
              </w:rPr>
              <w:t>Администрация</w:t>
            </w:r>
          </w:p>
        </w:tc>
      </w:tr>
      <w:tr w:rsidR="002A4667">
        <w:trPr>
          <w:trHeight w:val="485"/>
        </w:trPr>
        <w:tc>
          <w:tcPr>
            <w:tcW w:w="2269" w:type="dxa"/>
            <w:vMerge/>
          </w:tcPr>
          <w:p w:rsidR="002A4667" w:rsidRDefault="002A4667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rPr>
          <w:trHeight w:val="283"/>
        </w:trPr>
        <w:tc>
          <w:tcPr>
            <w:tcW w:w="2269" w:type="dxa"/>
            <w:vMerge w:val="restart"/>
          </w:tcPr>
          <w:p w:rsidR="002A4667" w:rsidRDefault="002A4667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7 «Мероприятия  по осуществлению первичного воинского учета на территориях, где отсутствуют военные комиссариаты»</w:t>
            </w:r>
          </w:p>
        </w:tc>
        <w:tc>
          <w:tcPr>
            <w:tcW w:w="2126" w:type="dxa"/>
          </w:tcPr>
          <w:p w:rsidR="002A4667" w:rsidRDefault="002A4667" w:rsidP="008F27F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545,4</w:t>
            </w:r>
          </w:p>
        </w:tc>
        <w:tc>
          <w:tcPr>
            <w:tcW w:w="1134" w:type="dxa"/>
          </w:tcPr>
          <w:p w:rsidR="002A4667" w:rsidRPr="008D246C" w:rsidRDefault="002A4667" w:rsidP="000F1797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2"/>
                <w:szCs w:val="22"/>
              </w:rPr>
              <w:t>Мероприятие должно оцениваться по степени освоения финансовых средств, выделенных на него в определен-ный год</w:t>
            </w:r>
          </w:p>
        </w:tc>
        <w:tc>
          <w:tcPr>
            <w:tcW w:w="2268" w:type="dxa"/>
            <w:vMerge w:val="restart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 w:rsidRPr="008D246C">
              <w:rPr>
                <w:sz w:val="22"/>
                <w:szCs w:val="22"/>
              </w:rPr>
              <w:t>Администрация</w:t>
            </w:r>
          </w:p>
        </w:tc>
      </w:tr>
      <w:tr w:rsidR="002A4667">
        <w:trPr>
          <w:trHeight w:val="283"/>
        </w:trPr>
        <w:tc>
          <w:tcPr>
            <w:tcW w:w="2269" w:type="dxa"/>
            <w:vMerge/>
          </w:tcPr>
          <w:p w:rsidR="002A4667" w:rsidRDefault="002A4667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8F27F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EE65C0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rPr>
          <w:trHeight w:val="283"/>
        </w:trPr>
        <w:tc>
          <w:tcPr>
            <w:tcW w:w="2269" w:type="dxa"/>
            <w:vMerge/>
          </w:tcPr>
          <w:p w:rsidR="002A4667" w:rsidRDefault="002A4667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8F27F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59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Default="002A4667" w:rsidP="000F1797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A4667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rPr>
          <w:trHeight w:val="283"/>
        </w:trPr>
        <w:tc>
          <w:tcPr>
            <w:tcW w:w="2269" w:type="dxa"/>
            <w:vMerge/>
          </w:tcPr>
          <w:p w:rsidR="002A4667" w:rsidRDefault="002A4667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667" w:rsidRDefault="002A4667" w:rsidP="008F27F6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9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545,4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  <w:lang w:eastAsia="ru-RU"/>
              </w:rPr>
            </w:pPr>
          </w:p>
        </w:tc>
      </w:tr>
      <w:tr w:rsidR="002A4667">
        <w:tc>
          <w:tcPr>
            <w:tcW w:w="2269" w:type="dxa"/>
            <w:vMerge w:val="restart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lang w:eastAsia="ru-RU"/>
              </w:rPr>
            </w:pPr>
            <w:r w:rsidRPr="008D246C"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2126" w:type="dxa"/>
          </w:tcPr>
          <w:p w:rsidR="002A4667" w:rsidRPr="008D246C" w:rsidRDefault="002A4667" w:rsidP="008D246C">
            <w:pPr>
              <w:spacing w:line="216" w:lineRule="auto"/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Всего</w:t>
            </w:r>
          </w:p>
          <w:p w:rsidR="002A4667" w:rsidRPr="008D246C" w:rsidRDefault="002A4667" w:rsidP="008D246C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A4667" w:rsidRPr="007512F5" w:rsidRDefault="002A4667" w:rsidP="008D24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15417,4</w:t>
            </w:r>
          </w:p>
        </w:tc>
        <w:tc>
          <w:tcPr>
            <w:tcW w:w="1134" w:type="dxa"/>
            <w:vAlign w:val="center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4948,8</w:t>
            </w:r>
          </w:p>
        </w:tc>
        <w:tc>
          <w:tcPr>
            <w:tcW w:w="1134" w:type="dxa"/>
            <w:vAlign w:val="center"/>
          </w:tcPr>
          <w:p w:rsidR="002A4667" w:rsidRPr="008D246C" w:rsidRDefault="002A4667" w:rsidP="00EE65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5141,8</w:t>
            </w:r>
          </w:p>
        </w:tc>
        <w:tc>
          <w:tcPr>
            <w:tcW w:w="1134" w:type="dxa"/>
            <w:vAlign w:val="center"/>
          </w:tcPr>
          <w:p w:rsidR="002A4667" w:rsidRPr="008D246C" w:rsidRDefault="002A4667" w:rsidP="00EE65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5326,8</w:t>
            </w:r>
          </w:p>
        </w:tc>
        <w:tc>
          <w:tcPr>
            <w:tcW w:w="851" w:type="dxa"/>
            <w:vAlign w:val="center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A4667" w:rsidRPr="008D246C" w:rsidRDefault="002A4667" w:rsidP="00BA4706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BA4706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bCs/>
                <w:color w:val="FF0000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2126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местный бюджет</w:t>
            </w:r>
          </w:p>
          <w:p w:rsidR="002A4667" w:rsidRPr="008D246C" w:rsidRDefault="002A4667" w:rsidP="00210D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A4667" w:rsidRPr="007512F5" w:rsidRDefault="002A4667" w:rsidP="008D24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14860,2</w:t>
            </w:r>
          </w:p>
        </w:tc>
        <w:tc>
          <w:tcPr>
            <w:tcW w:w="1134" w:type="dxa"/>
            <w:vAlign w:val="center"/>
          </w:tcPr>
          <w:p w:rsidR="002A4667" w:rsidRPr="008D246C" w:rsidRDefault="002A4667" w:rsidP="00AA14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4763,2</w:t>
            </w:r>
          </w:p>
        </w:tc>
        <w:tc>
          <w:tcPr>
            <w:tcW w:w="1134" w:type="dxa"/>
            <w:vAlign w:val="center"/>
          </w:tcPr>
          <w:p w:rsidR="002A4667" w:rsidRPr="008D246C" w:rsidRDefault="002A4667" w:rsidP="00EE65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4956</w:t>
            </w:r>
          </w:p>
        </w:tc>
        <w:tc>
          <w:tcPr>
            <w:tcW w:w="1134" w:type="dxa"/>
            <w:vAlign w:val="center"/>
          </w:tcPr>
          <w:p w:rsidR="002A4667" w:rsidRPr="008D246C" w:rsidRDefault="002A4667" w:rsidP="00EE65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5141</w:t>
            </w:r>
          </w:p>
        </w:tc>
        <w:tc>
          <w:tcPr>
            <w:tcW w:w="851" w:type="dxa"/>
            <w:vAlign w:val="center"/>
          </w:tcPr>
          <w:p w:rsidR="002A4667" w:rsidRPr="008D246C" w:rsidRDefault="002A4667" w:rsidP="00EE65C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2126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  <w:r w:rsidRPr="008D246C">
              <w:rPr>
                <w:sz w:val="24"/>
                <w:szCs w:val="24"/>
              </w:rPr>
              <w:t>краевой бюджет</w:t>
            </w:r>
          </w:p>
          <w:p w:rsidR="002A4667" w:rsidRPr="008D246C" w:rsidRDefault="002A4667" w:rsidP="00210D5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667" w:rsidRPr="007512F5" w:rsidRDefault="002A4667" w:rsidP="008D24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11,8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2A4667" w:rsidRPr="008D246C" w:rsidRDefault="002A4667" w:rsidP="00EE65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2A4667">
        <w:tc>
          <w:tcPr>
            <w:tcW w:w="2269" w:type="dxa"/>
            <w:vMerge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2126" w:type="dxa"/>
          </w:tcPr>
          <w:p w:rsidR="002A4667" w:rsidRPr="008D246C" w:rsidRDefault="002A4667" w:rsidP="0021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2A4667" w:rsidRPr="007512F5" w:rsidRDefault="002A4667" w:rsidP="008D24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545,4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181,8</w:t>
            </w:r>
          </w:p>
        </w:tc>
        <w:tc>
          <w:tcPr>
            <w:tcW w:w="1134" w:type="dxa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181,8</w:t>
            </w:r>
          </w:p>
        </w:tc>
        <w:tc>
          <w:tcPr>
            <w:tcW w:w="1134" w:type="dxa"/>
          </w:tcPr>
          <w:p w:rsidR="002A4667" w:rsidRPr="008D246C" w:rsidRDefault="002A4667" w:rsidP="00EE65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181,8</w:t>
            </w:r>
          </w:p>
        </w:tc>
        <w:tc>
          <w:tcPr>
            <w:tcW w:w="851" w:type="dxa"/>
          </w:tcPr>
          <w:p w:rsidR="002A4667" w:rsidRPr="008D246C" w:rsidRDefault="002A4667" w:rsidP="008D2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</w:tcPr>
          <w:p w:rsidR="002A4667" w:rsidRPr="008D246C" w:rsidRDefault="002A4667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</w:tbl>
    <w:p w:rsidR="002A4667" w:rsidRDefault="002A4667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00"/>
      </w:tblGrid>
      <w:tr w:rsidR="002A4667">
        <w:trPr>
          <w:trHeight w:val="100"/>
        </w:trPr>
        <w:tc>
          <w:tcPr>
            <w:tcW w:w="2300" w:type="dxa"/>
          </w:tcPr>
          <w:p w:rsidR="002A4667" w:rsidRDefault="002A4667" w:rsidP="00F5305C">
            <w:pPr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</w:p>
        </w:tc>
      </w:tr>
    </w:tbl>
    <w:p w:rsidR="002A4667" w:rsidRDefault="002A4667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p w:rsidR="002A4667" w:rsidRDefault="002A4667" w:rsidP="00F5305C">
      <w:pPr>
        <w:autoSpaceDE w:val="0"/>
        <w:autoSpaceDN w:val="0"/>
        <w:adjustRightInd w:val="0"/>
        <w:outlineLvl w:val="2"/>
        <w:rPr>
          <w:lang w:eastAsia="ru-RU"/>
        </w:rPr>
      </w:pPr>
    </w:p>
    <w:p w:rsidR="002A4667" w:rsidRDefault="002A4667" w:rsidP="009235AD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>Начальник общего отдела</w:t>
      </w:r>
    </w:p>
    <w:p w:rsidR="002A4667" w:rsidRDefault="002A4667" w:rsidP="009235AD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>Бойкопонурского с</w:t>
      </w:r>
      <w:r w:rsidRPr="009235AD">
        <w:rPr>
          <w:lang w:eastAsia="ru-RU"/>
        </w:rPr>
        <w:t xml:space="preserve">ельского поселения </w:t>
      </w:r>
    </w:p>
    <w:p w:rsidR="002A4667" w:rsidRDefault="002A4667" w:rsidP="009235AD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>К</w:t>
      </w:r>
      <w:r w:rsidRPr="009235AD">
        <w:rPr>
          <w:lang w:eastAsia="ru-RU"/>
        </w:rPr>
        <w:t>алининского района</w:t>
      </w:r>
      <w:r>
        <w:rPr>
          <w:lang w:eastAsia="ru-RU"/>
        </w:rPr>
        <w:tab/>
      </w:r>
      <w:r>
        <w:rPr>
          <w:lang w:eastAsia="ru-RU"/>
        </w:rPr>
        <w:tab/>
        <w:t xml:space="preserve">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                                     З.А.Каспарайтис</w:t>
      </w:r>
    </w:p>
    <w:sectPr w:rsidR="002A4667" w:rsidSect="00EF281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667" w:rsidRDefault="002A4667">
      <w:r>
        <w:separator/>
      </w:r>
    </w:p>
  </w:endnote>
  <w:endnote w:type="continuationSeparator" w:id="1">
    <w:p w:rsidR="002A4667" w:rsidRDefault="002A4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667" w:rsidRDefault="002A4667">
      <w:r>
        <w:separator/>
      </w:r>
    </w:p>
  </w:footnote>
  <w:footnote w:type="continuationSeparator" w:id="1">
    <w:p w:rsidR="002A4667" w:rsidRDefault="002A46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667" w:rsidRDefault="002A4667" w:rsidP="00AA4F98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A4667" w:rsidRDefault="002A4667" w:rsidP="00EF281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4675B4"/>
    <w:multiLevelType w:val="hybridMultilevel"/>
    <w:tmpl w:val="D4905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AD3"/>
    <w:rsid w:val="0002019E"/>
    <w:rsid w:val="00031D78"/>
    <w:rsid w:val="00034C8B"/>
    <w:rsid w:val="000456EE"/>
    <w:rsid w:val="000A3BCF"/>
    <w:rsid w:val="000C7CBA"/>
    <w:rsid w:val="000F1797"/>
    <w:rsid w:val="000F199D"/>
    <w:rsid w:val="00117C7E"/>
    <w:rsid w:val="001205F3"/>
    <w:rsid w:val="0013466E"/>
    <w:rsid w:val="00142B05"/>
    <w:rsid w:val="001637A4"/>
    <w:rsid w:val="00173DD0"/>
    <w:rsid w:val="00184FFC"/>
    <w:rsid w:val="00187E8F"/>
    <w:rsid w:val="001A67E9"/>
    <w:rsid w:val="001A7B49"/>
    <w:rsid w:val="001B0F8E"/>
    <w:rsid w:val="001F4AF7"/>
    <w:rsid w:val="00200074"/>
    <w:rsid w:val="00200F25"/>
    <w:rsid w:val="002046C2"/>
    <w:rsid w:val="00205871"/>
    <w:rsid w:val="00210D51"/>
    <w:rsid w:val="0023048D"/>
    <w:rsid w:val="00230CB3"/>
    <w:rsid w:val="00231E86"/>
    <w:rsid w:val="00240C6F"/>
    <w:rsid w:val="0024765B"/>
    <w:rsid w:val="00251B4D"/>
    <w:rsid w:val="002541CE"/>
    <w:rsid w:val="00254F90"/>
    <w:rsid w:val="00283630"/>
    <w:rsid w:val="002868B0"/>
    <w:rsid w:val="002A33E2"/>
    <w:rsid w:val="002A4667"/>
    <w:rsid w:val="002B14F7"/>
    <w:rsid w:val="003006B0"/>
    <w:rsid w:val="00302001"/>
    <w:rsid w:val="0031510A"/>
    <w:rsid w:val="00332045"/>
    <w:rsid w:val="00370339"/>
    <w:rsid w:val="00383FD2"/>
    <w:rsid w:val="003932D4"/>
    <w:rsid w:val="003A2516"/>
    <w:rsid w:val="003C7704"/>
    <w:rsid w:val="003D7B28"/>
    <w:rsid w:val="003F7057"/>
    <w:rsid w:val="003F7817"/>
    <w:rsid w:val="003F7FE1"/>
    <w:rsid w:val="00413FE7"/>
    <w:rsid w:val="00430800"/>
    <w:rsid w:val="0044059A"/>
    <w:rsid w:val="0044072E"/>
    <w:rsid w:val="00444E25"/>
    <w:rsid w:val="00455071"/>
    <w:rsid w:val="0046536F"/>
    <w:rsid w:val="004924FF"/>
    <w:rsid w:val="00495AB0"/>
    <w:rsid w:val="004A141C"/>
    <w:rsid w:val="004A2324"/>
    <w:rsid w:val="004B63DD"/>
    <w:rsid w:val="004D65EE"/>
    <w:rsid w:val="004D7C16"/>
    <w:rsid w:val="004F1F27"/>
    <w:rsid w:val="00542827"/>
    <w:rsid w:val="005858B9"/>
    <w:rsid w:val="005903AD"/>
    <w:rsid w:val="005C0BAB"/>
    <w:rsid w:val="005C4472"/>
    <w:rsid w:val="005C6B62"/>
    <w:rsid w:val="005C7B37"/>
    <w:rsid w:val="005D5BDF"/>
    <w:rsid w:val="00606890"/>
    <w:rsid w:val="00614F18"/>
    <w:rsid w:val="006322E0"/>
    <w:rsid w:val="0063687D"/>
    <w:rsid w:val="00650310"/>
    <w:rsid w:val="0067595B"/>
    <w:rsid w:val="0067761B"/>
    <w:rsid w:val="006822B6"/>
    <w:rsid w:val="00694186"/>
    <w:rsid w:val="006A0736"/>
    <w:rsid w:val="006A0EB6"/>
    <w:rsid w:val="006A44F4"/>
    <w:rsid w:val="006A5913"/>
    <w:rsid w:val="006B126D"/>
    <w:rsid w:val="006B7992"/>
    <w:rsid w:val="00720BB7"/>
    <w:rsid w:val="0073079F"/>
    <w:rsid w:val="00746D20"/>
    <w:rsid w:val="00747CE5"/>
    <w:rsid w:val="007512F5"/>
    <w:rsid w:val="007A0134"/>
    <w:rsid w:val="007A272E"/>
    <w:rsid w:val="007A3478"/>
    <w:rsid w:val="007B0463"/>
    <w:rsid w:val="007B2E12"/>
    <w:rsid w:val="007C1328"/>
    <w:rsid w:val="007C297B"/>
    <w:rsid w:val="007E3E70"/>
    <w:rsid w:val="007F2F0C"/>
    <w:rsid w:val="007F7BE1"/>
    <w:rsid w:val="00810E3C"/>
    <w:rsid w:val="008125CF"/>
    <w:rsid w:val="008704CE"/>
    <w:rsid w:val="00877631"/>
    <w:rsid w:val="00881C61"/>
    <w:rsid w:val="008A6DE9"/>
    <w:rsid w:val="008B03A7"/>
    <w:rsid w:val="008B4765"/>
    <w:rsid w:val="008B7C8E"/>
    <w:rsid w:val="008D246C"/>
    <w:rsid w:val="008D505E"/>
    <w:rsid w:val="008F27F6"/>
    <w:rsid w:val="0090198A"/>
    <w:rsid w:val="00911633"/>
    <w:rsid w:val="009130C4"/>
    <w:rsid w:val="009235AD"/>
    <w:rsid w:val="009252FA"/>
    <w:rsid w:val="00930AD1"/>
    <w:rsid w:val="00937FD9"/>
    <w:rsid w:val="009445E4"/>
    <w:rsid w:val="0096492A"/>
    <w:rsid w:val="00990938"/>
    <w:rsid w:val="009A0D58"/>
    <w:rsid w:val="009B36B4"/>
    <w:rsid w:val="009C32D5"/>
    <w:rsid w:val="009C6828"/>
    <w:rsid w:val="009C74BE"/>
    <w:rsid w:val="009E4B88"/>
    <w:rsid w:val="009F1D8A"/>
    <w:rsid w:val="00A109BB"/>
    <w:rsid w:val="00A203AC"/>
    <w:rsid w:val="00A21446"/>
    <w:rsid w:val="00A22F91"/>
    <w:rsid w:val="00A24D46"/>
    <w:rsid w:val="00A25D41"/>
    <w:rsid w:val="00A32C5C"/>
    <w:rsid w:val="00A6640E"/>
    <w:rsid w:val="00A82FD1"/>
    <w:rsid w:val="00A87A7F"/>
    <w:rsid w:val="00AA1433"/>
    <w:rsid w:val="00AA4F98"/>
    <w:rsid w:val="00AB679C"/>
    <w:rsid w:val="00AF0EA5"/>
    <w:rsid w:val="00B207EA"/>
    <w:rsid w:val="00B443BE"/>
    <w:rsid w:val="00B51053"/>
    <w:rsid w:val="00B66AC0"/>
    <w:rsid w:val="00B751CD"/>
    <w:rsid w:val="00B954A0"/>
    <w:rsid w:val="00BA4706"/>
    <w:rsid w:val="00BB2A44"/>
    <w:rsid w:val="00BF0AE1"/>
    <w:rsid w:val="00C020A0"/>
    <w:rsid w:val="00C2002C"/>
    <w:rsid w:val="00C22620"/>
    <w:rsid w:val="00C30023"/>
    <w:rsid w:val="00C40F8C"/>
    <w:rsid w:val="00C42BE1"/>
    <w:rsid w:val="00C5687B"/>
    <w:rsid w:val="00C56A42"/>
    <w:rsid w:val="00C701D7"/>
    <w:rsid w:val="00C70CB3"/>
    <w:rsid w:val="00C74376"/>
    <w:rsid w:val="00CC2419"/>
    <w:rsid w:val="00CD7BA8"/>
    <w:rsid w:val="00CE32A4"/>
    <w:rsid w:val="00CE61D0"/>
    <w:rsid w:val="00CE67BE"/>
    <w:rsid w:val="00D00B26"/>
    <w:rsid w:val="00D043B8"/>
    <w:rsid w:val="00D057CB"/>
    <w:rsid w:val="00D134DB"/>
    <w:rsid w:val="00D179BF"/>
    <w:rsid w:val="00D2076E"/>
    <w:rsid w:val="00D32FDD"/>
    <w:rsid w:val="00D33148"/>
    <w:rsid w:val="00D36AF4"/>
    <w:rsid w:val="00D41147"/>
    <w:rsid w:val="00D45922"/>
    <w:rsid w:val="00D51F99"/>
    <w:rsid w:val="00D5510A"/>
    <w:rsid w:val="00D73139"/>
    <w:rsid w:val="00DA27AD"/>
    <w:rsid w:val="00DA2BE7"/>
    <w:rsid w:val="00DB53D5"/>
    <w:rsid w:val="00DD468D"/>
    <w:rsid w:val="00DD5AD3"/>
    <w:rsid w:val="00DE33EC"/>
    <w:rsid w:val="00E02651"/>
    <w:rsid w:val="00E13CBE"/>
    <w:rsid w:val="00E16E0A"/>
    <w:rsid w:val="00E56B1D"/>
    <w:rsid w:val="00E7085B"/>
    <w:rsid w:val="00E875CB"/>
    <w:rsid w:val="00EA43EA"/>
    <w:rsid w:val="00EB0FBC"/>
    <w:rsid w:val="00EB4158"/>
    <w:rsid w:val="00EC015C"/>
    <w:rsid w:val="00EC1199"/>
    <w:rsid w:val="00EC770D"/>
    <w:rsid w:val="00ED5A76"/>
    <w:rsid w:val="00EE65C0"/>
    <w:rsid w:val="00EF281E"/>
    <w:rsid w:val="00F0664D"/>
    <w:rsid w:val="00F245A3"/>
    <w:rsid w:val="00F4472F"/>
    <w:rsid w:val="00F5305C"/>
    <w:rsid w:val="00F7069E"/>
    <w:rsid w:val="00F77CD4"/>
    <w:rsid w:val="00FA619F"/>
    <w:rsid w:val="00FD1E9B"/>
    <w:rsid w:val="00FD3564"/>
    <w:rsid w:val="00FD4198"/>
    <w:rsid w:val="00FD6967"/>
    <w:rsid w:val="00FD7801"/>
    <w:rsid w:val="00FE1C13"/>
    <w:rsid w:val="00FF045E"/>
    <w:rsid w:val="00FF5E6C"/>
    <w:rsid w:val="00FF6419"/>
    <w:rsid w:val="00FF6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30CB3"/>
    <w:pPr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5305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C77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0FBC"/>
    <w:rPr>
      <w:rFonts w:ascii="Times New Roman" w:hAnsi="Times New Roman" w:cs="Times New Roman"/>
      <w:sz w:val="2"/>
      <w:szCs w:val="2"/>
      <w:lang w:eastAsia="ar-SA" w:bidi="ar-SA"/>
    </w:rPr>
  </w:style>
  <w:style w:type="paragraph" w:styleId="Header">
    <w:name w:val="header"/>
    <w:basedOn w:val="Normal"/>
    <w:link w:val="HeaderChar"/>
    <w:uiPriority w:val="99"/>
    <w:rsid w:val="00EF281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A3478"/>
    <w:rPr>
      <w:rFonts w:ascii="Times New Roman" w:hAnsi="Times New Roman" w:cs="Times New Roman"/>
      <w:sz w:val="28"/>
      <w:szCs w:val="28"/>
      <w:lang w:eastAsia="ar-SA" w:bidi="ar-SA"/>
    </w:rPr>
  </w:style>
  <w:style w:type="character" w:styleId="PageNumber">
    <w:name w:val="page number"/>
    <w:basedOn w:val="DefaultParagraphFont"/>
    <w:uiPriority w:val="99"/>
    <w:rsid w:val="00EF28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03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700</TotalTime>
  <Pages>6</Pages>
  <Words>732</Words>
  <Characters>4176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Милованова</cp:lastModifiedBy>
  <cp:revision>62</cp:revision>
  <cp:lastPrinted>2014-10-28T10:20:00Z</cp:lastPrinted>
  <dcterms:created xsi:type="dcterms:W3CDTF">2014-08-20T09:50:00Z</dcterms:created>
  <dcterms:modified xsi:type="dcterms:W3CDTF">2014-10-28T10:28:00Z</dcterms:modified>
</cp:coreProperties>
</file>